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0481" w14:textId="5EC133A4" w:rsidR="00720E3E" w:rsidRDefault="006C6A8B" w:rsidP="00177B2A">
      <w:pPr>
        <w:spacing w:after="0" w:line="240" w:lineRule="auto"/>
        <w:ind w:left="1440" w:firstLine="720"/>
        <w:jc w:val="both"/>
        <w:rPr>
          <w:rFonts w:ascii="Times New Roman" w:hAnsi="Times New Roman" w:cs="Times New Roman"/>
          <w:b/>
          <w:bCs/>
          <w:kern w:val="28"/>
          <w:sz w:val="24"/>
          <w:szCs w:val="24"/>
        </w:rPr>
      </w:pP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noProof/>
          <w:lang w:eastAsia="et-EE"/>
        </w:rPr>
        <w:drawing>
          <wp:inline distT="0" distB="0" distL="0" distR="0" wp14:anchorId="165F11CD" wp14:editId="583A92F4">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9"/>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F3D8B33"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572449">
        <w:rPr>
          <w:rFonts w:ascii="Times New Roman" w:hAnsi="Times New Roman" w:cs="Times New Roman"/>
          <w:sz w:val="24"/>
          <w:szCs w:val="24"/>
        </w:rPr>
        <w:t>7.2894</w:t>
      </w:r>
      <w:r w:rsidRPr="00CD01B9">
        <w:rPr>
          <w:rFonts w:ascii="Times New Roman" w:hAnsi="Times New Roman" w:cs="Times New Roman"/>
          <w:sz w:val="24"/>
          <w:szCs w:val="24"/>
        </w:rPr>
        <w:t xml:space="preserve"> „</w:t>
      </w:r>
      <w:r w:rsidR="005635D9" w:rsidRPr="005635D9">
        <w:rPr>
          <w:rFonts w:ascii="Times New Roman" w:hAnsi="Times New Roman" w:cs="Times New Roman"/>
          <w:bCs/>
          <w:i/>
          <w:sz w:val="24"/>
          <w:szCs w:val="24"/>
        </w:rPr>
        <w:t>Õeruma ojale truupide rajamine</w:t>
      </w:r>
      <w:r w:rsidRPr="00CD01B9">
        <w:rPr>
          <w:rFonts w:ascii="Times New Roman" w:hAnsi="Times New Roman" w:cs="Times New Roman"/>
          <w:sz w:val="24"/>
          <w:szCs w:val="24"/>
        </w:rPr>
        <w:t xml:space="preserve">“ (viitenumber </w:t>
      </w:r>
      <w:r w:rsidR="00572449">
        <w:rPr>
          <w:rFonts w:ascii="Times New Roman" w:hAnsi="Times New Roman" w:cs="Times New Roman"/>
          <w:sz w:val="24"/>
          <w:szCs w:val="24"/>
        </w:rPr>
        <w:t>268422</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51C80745" w14:textId="77777777" w:rsidR="00350200" w:rsidRPr="00281267" w:rsidRDefault="00350200" w:rsidP="003502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86F145" w:rsidR="00720E3E" w:rsidRPr="00281267" w:rsidRDefault="0062491B"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8561692"/>
      <w:r>
        <w:rPr>
          <w:rFonts w:ascii="Times New Roman" w:hAnsi="Times New Roman" w:cs="Times New Roman"/>
          <w:sz w:val="24"/>
          <w:szCs w:val="24"/>
        </w:rPr>
        <w:t>Inseneribüroo Steiger</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sidR="00194FB5" w:rsidRPr="00194FB5">
        <w:rPr>
          <w:rFonts w:ascii="Times New Roman" w:hAnsi="Times New Roman" w:cs="Times New Roman"/>
          <w:sz w:val="24"/>
          <w:szCs w:val="24"/>
        </w:rPr>
        <w:t>Käntu-Kastja hoiuala ülepääsud</w:t>
      </w:r>
      <w:r w:rsidR="00194FB5">
        <w:rPr>
          <w:rFonts w:ascii="Times New Roman" w:hAnsi="Times New Roman" w:cs="Times New Roman"/>
          <w:sz w:val="24"/>
          <w:szCs w:val="24"/>
        </w:rPr>
        <w:t xml:space="preserve"> 2020</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bookmarkEnd w:id="0"/>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A687A0D"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194FB5">
        <w:rPr>
          <w:rFonts w:ascii="Times New Roman" w:hAnsi="Times New Roman" w:cs="Times New Roman"/>
          <w:sz w:val="24"/>
          <w:szCs w:val="24"/>
        </w:rPr>
        <w:t>Lääne</w:t>
      </w:r>
      <w:r w:rsidR="00240C3D" w:rsidRPr="007D478A">
        <w:rPr>
          <w:rFonts w:ascii="Times New Roman" w:hAnsi="Times New Roman" w:cs="Times New Roman"/>
          <w:sz w:val="24"/>
          <w:szCs w:val="24"/>
        </w:rPr>
        <w:t xml:space="preserve"> maakonna </w:t>
      </w:r>
      <w:r w:rsidR="005635D9" w:rsidRPr="005635D9">
        <w:rPr>
          <w:rFonts w:ascii="Times New Roman" w:eastAsia="Times New Roman" w:hAnsi="Times New Roman" w:cs="Times New Roman"/>
          <w:bCs/>
          <w:sz w:val="24"/>
          <w:szCs w:val="24"/>
          <w:lang w:eastAsia="ar-SA"/>
        </w:rPr>
        <w:t xml:space="preserve">Õeruma ojale truupide </w:t>
      </w:r>
      <w:r w:rsidR="00396000">
        <w:rPr>
          <w:rFonts w:ascii="Times New Roman" w:eastAsia="Times New Roman" w:hAnsi="Times New Roman" w:cs="Times New Roman"/>
          <w:bCs/>
          <w:sz w:val="24"/>
          <w:szCs w:val="24"/>
          <w:lang w:eastAsia="ar-SA"/>
        </w:rPr>
        <w:t>ehita</w:t>
      </w:r>
      <w:r w:rsidR="00DB2FEE" w:rsidRPr="00DB2FEE">
        <w:rPr>
          <w:rFonts w:ascii="Times New Roman" w:eastAsia="Times New Roman" w:hAnsi="Times New Roman" w:cs="Times New Roman"/>
          <w:bCs/>
          <w:sz w:val="24"/>
          <w:szCs w:val="24"/>
          <w:lang w:eastAsia="ar-SA"/>
        </w:rPr>
        <w:t xml:space="preserve">mine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18BD0DCB"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AA3A98">
        <w:rPr>
          <w:rFonts w:ascii="Times New Roman" w:hAnsi="Times New Roman" w:cs="Times New Roman"/>
          <w:sz w:val="24"/>
          <w:szCs w:val="24"/>
        </w:rPr>
        <w:t>Inseneribüroo Steiger</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396000" w:rsidRPr="00396000">
        <w:rPr>
          <w:rFonts w:ascii="Times New Roman" w:hAnsi="Times New Roman" w:cs="Times New Roman"/>
          <w:sz w:val="24"/>
          <w:szCs w:val="24"/>
        </w:rPr>
        <w:t>Käntu-Kastja hoiuala ülepääsud</w:t>
      </w:r>
      <w:r w:rsidR="00AA3A98">
        <w:rPr>
          <w:rFonts w:ascii="Times New Roman" w:hAnsi="Times New Roman" w:cs="Times New Roman"/>
          <w:sz w:val="24"/>
          <w:szCs w:val="24"/>
        </w:rPr>
        <w:t>e ehita</w:t>
      </w:r>
      <w:r w:rsidR="00F6716E" w:rsidRPr="00F6716E">
        <w:rPr>
          <w:rFonts w:ascii="Times New Roman" w:hAnsi="Times New Roman" w:cs="Times New Roman"/>
          <w:sz w:val="24"/>
          <w:szCs w:val="24"/>
        </w:rPr>
        <w:t>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 xml:space="preserve">tingimustele </w:t>
      </w:r>
      <w:r w:rsidR="0086346A" w:rsidRPr="0086346A">
        <w:rPr>
          <w:rFonts w:ascii="Times New Roman" w:hAnsi="Times New Roman" w:cs="Times New Roman"/>
          <w:sz w:val="24"/>
          <w:szCs w:val="24"/>
        </w:rPr>
        <w:t>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w:t>
      </w:r>
      <w:r w:rsidRPr="007D478A">
        <w:rPr>
          <w:rFonts w:ascii="Times New Roman" w:hAnsi="Times New Roman" w:cs="Times New Roman"/>
          <w:sz w:val="24"/>
          <w:szCs w:val="24"/>
        </w:rPr>
        <w:t xml:space="preserve">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 xml:space="preserve">lepingu punktis 2.2 nimetatud ehitusprojektiga.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7F5BA56D" w:rsidR="002551B0" w:rsidRPr="005F688A" w:rsidRDefault="008A2313" w:rsidP="00E67DE8">
      <w:pPr>
        <w:pStyle w:val="Pealkiri31"/>
        <w:tabs>
          <w:tab w:val="left" w:pos="284"/>
        </w:tabs>
        <w:spacing w:after="0" w:line="240" w:lineRule="auto"/>
        <w:ind w:left="0" w:firstLine="0"/>
        <w:jc w:val="both"/>
        <w:rPr>
          <w:rStyle w:val="normal1"/>
          <w:rFonts w:cs="Times New Roman"/>
          <w:szCs w:val="24"/>
        </w:rPr>
      </w:pPr>
      <w:r w:rsidRPr="005F688A">
        <w:rPr>
          <w:rFonts w:ascii="Times New Roman" w:hAnsi="Times New Roman" w:cs="Times New Roman"/>
          <w:sz w:val="24"/>
          <w:szCs w:val="24"/>
        </w:rPr>
        <w:t>kinni pidama tööde teostamisel t</w:t>
      </w:r>
      <w:r w:rsidR="00705773" w:rsidRPr="005F688A">
        <w:rPr>
          <w:rFonts w:ascii="Times New Roman" w:hAnsi="Times New Roman" w:cs="Times New Roman"/>
          <w:sz w:val="24"/>
          <w:szCs w:val="24"/>
        </w:rPr>
        <w:t>ellija poolt ke</w:t>
      </w:r>
      <w:r w:rsidR="00845209" w:rsidRPr="005F688A">
        <w:rPr>
          <w:rFonts w:ascii="Times New Roman" w:hAnsi="Times New Roman" w:cs="Times New Roman"/>
          <w:sz w:val="24"/>
          <w:szCs w:val="24"/>
        </w:rPr>
        <w:t>htestatud keskkonnaalastest käitumisju</w:t>
      </w:r>
      <w:r w:rsidR="00705773" w:rsidRPr="005F688A">
        <w:rPr>
          <w:rFonts w:ascii="Times New Roman" w:hAnsi="Times New Roman" w:cs="Times New Roman"/>
          <w:sz w:val="24"/>
          <w:szCs w:val="24"/>
        </w:rPr>
        <w:t xml:space="preserve">histest ja projektis esitatud </w:t>
      </w:r>
      <w:r w:rsidR="002747CE" w:rsidRPr="005F688A">
        <w:rPr>
          <w:rFonts w:ascii="Times New Roman" w:hAnsi="Times New Roman" w:cs="Times New Roman"/>
          <w:sz w:val="24"/>
          <w:szCs w:val="24"/>
        </w:rPr>
        <w:t>ehitus</w:t>
      </w:r>
      <w:r w:rsidR="00705773" w:rsidRPr="005F688A">
        <w:rPr>
          <w:rFonts w:ascii="Times New Roman" w:hAnsi="Times New Roman" w:cs="Times New Roman"/>
          <w:sz w:val="24"/>
          <w:szCs w:val="24"/>
        </w:rPr>
        <w:t>objekti omapära arvestavaid nõudeid</w:t>
      </w:r>
      <w:r w:rsidR="00003744" w:rsidRPr="005F688A">
        <w:rPr>
          <w:rStyle w:val="normal1"/>
          <w:rFonts w:cs="Times New Roman"/>
          <w:szCs w:val="24"/>
        </w:rPr>
        <w:t xml:space="preserve">. </w:t>
      </w:r>
      <w:r w:rsidR="002551B0" w:rsidRPr="005F688A">
        <w:rPr>
          <w:rStyle w:val="normal1"/>
          <w:rFonts w:cs="Times New Roman"/>
          <w:szCs w:val="24"/>
        </w:rPr>
        <w:t xml:space="preserve">Jälgima </w:t>
      </w:r>
      <w:r w:rsidR="002551B0" w:rsidRPr="005F688A">
        <w:rPr>
          <w:rFonts w:ascii="Times New Roman" w:eastAsia="Times New Roman" w:hAnsi="Times New Roman" w:cs="Times New Roman"/>
          <w:sz w:val="24"/>
          <w:szCs w:val="24"/>
        </w:rPr>
        <w:t xml:space="preserve">ehitusprojektis peatükk </w:t>
      </w:r>
      <w:r w:rsidR="005F2DDB" w:rsidRPr="005F688A">
        <w:rPr>
          <w:rFonts w:ascii="Times New Roman" w:eastAsia="Times New Roman" w:hAnsi="Times New Roman" w:cs="Times New Roman"/>
          <w:sz w:val="24"/>
          <w:szCs w:val="24"/>
        </w:rPr>
        <w:t>8</w:t>
      </w:r>
      <w:r w:rsidR="007075A3" w:rsidRPr="005F688A">
        <w:rPr>
          <w:rFonts w:ascii="Times New Roman" w:eastAsia="Times New Roman" w:hAnsi="Times New Roman" w:cs="Times New Roman"/>
          <w:sz w:val="24"/>
          <w:szCs w:val="24"/>
        </w:rPr>
        <w:t xml:space="preserve"> (lk </w:t>
      </w:r>
      <w:r w:rsidR="000F0C1E" w:rsidRPr="005F688A">
        <w:rPr>
          <w:rFonts w:ascii="Times New Roman" w:eastAsia="Times New Roman" w:hAnsi="Times New Roman" w:cs="Times New Roman"/>
          <w:sz w:val="24"/>
          <w:szCs w:val="24"/>
        </w:rPr>
        <w:t>3</w:t>
      </w:r>
      <w:r w:rsidR="002E1BD2" w:rsidRPr="005F688A">
        <w:rPr>
          <w:rFonts w:ascii="Times New Roman" w:eastAsia="Times New Roman" w:hAnsi="Times New Roman" w:cs="Times New Roman"/>
          <w:sz w:val="24"/>
          <w:szCs w:val="24"/>
        </w:rPr>
        <w:t>9-48</w:t>
      </w:r>
      <w:r w:rsidR="007075A3" w:rsidRPr="005F688A">
        <w:rPr>
          <w:rFonts w:ascii="Times New Roman" w:eastAsia="Times New Roman" w:hAnsi="Times New Roman" w:cs="Times New Roman"/>
          <w:sz w:val="24"/>
          <w:szCs w:val="24"/>
        </w:rPr>
        <w:t>)</w:t>
      </w:r>
      <w:r w:rsidR="002551B0" w:rsidRPr="005F688A">
        <w:rPr>
          <w:rFonts w:ascii="Times New Roman" w:eastAsia="Times New Roman" w:hAnsi="Times New Roman" w:cs="Times New Roman"/>
          <w:sz w:val="24"/>
          <w:szCs w:val="24"/>
        </w:rPr>
        <w:t>. Keskkonnakaitse ning</w:t>
      </w:r>
      <w:r w:rsidR="002551B0" w:rsidRPr="005F688A">
        <w:rPr>
          <w:rStyle w:val="normal1"/>
          <w:rFonts w:cs="Times New Roman"/>
          <w:szCs w:val="24"/>
        </w:rPr>
        <w:t xml:space="preserve"> tellija poolt koostatud keskkonnaanalüüsis toodut.</w:t>
      </w:r>
    </w:p>
    <w:p w14:paraId="55CAEB49" w14:textId="664A52BD" w:rsidR="002551B0" w:rsidRPr="00D10D56" w:rsidRDefault="005F688A" w:rsidP="00D10D56">
      <w:pPr>
        <w:tabs>
          <w:tab w:val="left" w:pos="284"/>
        </w:tabs>
        <w:spacing w:after="0" w:line="240" w:lineRule="auto"/>
        <w:jc w:val="both"/>
        <w:rPr>
          <w:rFonts w:ascii="Times New Roman" w:hAnsi="Times New Roman" w:cs="Times New Roman"/>
          <w:i/>
          <w:sz w:val="24"/>
          <w:szCs w:val="24"/>
        </w:rPr>
      </w:pPr>
      <w:r w:rsidRPr="00D10D56">
        <w:rPr>
          <w:rFonts w:ascii="Times New Roman" w:hAnsi="Times New Roman" w:cs="Times New Roman"/>
          <w:i/>
          <w:sz w:val="24"/>
          <w:szCs w:val="24"/>
        </w:rPr>
        <w:t xml:space="preserve">Ehitisel EH1 Õeruma oja truupide paigaldamine on </w:t>
      </w:r>
      <w:bookmarkStart w:id="1" w:name="_Hlk128562726"/>
      <w:r w:rsidRPr="00D10D56">
        <w:rPr>
          <w:rFonts w:ascii="Times New Roman" w:hAnsi="Times New Roman" w:cs="Times New Roman"/>
          <w:i/>
          <w:sz w:val="24"/>
          <w:szCs w:val="24"/>
        </w:rPr>
        <w:t xml:space="preserve">ehitustööd keelatud perioodil </w:t>
      </w:r>
      <w:r w:rsidRPr="00D10D56">
        <w:rPr>
          <w:rFonts w:ascii="Times New Roman" w:hAnsi="Times New Roman" w:cs="Times New Roman"/>
          <w:b/>
          <w:bCs/>
          <w:i/>
          <w:sz w:val="24"/>
          <w:szCs w:val="24"/>
        </w:rPr>
        <w:t>15.03 kuni 1.07</w:t>
      </w:r>
      <w:r w:rsidRPr="00D10D56">
        <w:rPr>
          <w:rFonts w:ascii="Times New Roman" w:hAnsi="Times New Roman" w:cs="Times New Roman"/>
          <w:i/>
          <w:sz w:val="24"/>
          <w:szCs w:val="24"/>
        </w:rPr>
        <w:t>.</w:t>
      </w:r>
      <w:bookmarkEnd w:id="1"/>
    </w:p>
    <w:p w14:paraId="77AAC424" w14:textId="77777777" w:rsidR="00705773" w:rsidRPr="005A065C"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5F688A">
        <w:rPr>
          <w:rFonts w:ascii="Times New Roman" w:hAnsi="Times New Roman" w:cs="Times New Roman"/>
          <w:sz w:val="24"/>
          <w:szCs w:val="24"/>
        </w:rPr>
        <w:t>teostama t</w:t>
      </w:r>
      <w:r w:rsidR="00705773" w:rsidRPr="005F688A">
        <w:rPr>
          <w:rFonts w:ascii="Times New Roman" w:hAnsi="Times New Roman" w:cs="Times New Roman"/>
          <w:sz w:val="24"/>
          <w:szCs w:val="24"/>
        </w:rPr>
        <w:t xml:space="preserve">ööd, s.h projekti muutmisest </w:t>
      </w:r>
      <w:r w:rsidRPr="005F688A">
        <w:rPr>
          <w:rFonts w:ascii="Times New Roman" w:hAnsi="Times New Roman" w:cs="Times New Roman"/>
          <w:sz w:val="24"/>
          <w:szCs w:val="24"/>
        </w:rPr>
        <w:t>tulenevad lisatööd, p</w:t>
      </w:r>
      <w:r w:rsidR="00705773" w:rsidRPr="005F688A">
        <w:rPr>
          <w:rFonts w:ascii="Times New Roman" w:hAnsi="Times New Roman" w:cs="Times New Roman"/>
          <w:sz w:val="24"/>
          <w:szCs w:val="24"/>
        </w:rPr>
        <w:t>akkumises toodud hindadega, tähtaegselt ja k</w:t>
      </w:r>
      <w:r w:rsidRPr="005F688A">
        <w:rPr>
          <w:rFonts w:ascii="Times New Roman" w:hAnsi="Times New Roman" w:cs="Times New Roman"/>
          <w:sz w:val="24"/>
          <w:szCs w:val="24"/>
        </w:rPr>
        <w:t>valiteetselt ning</w:t>
      </w:r>
      <w:r w:rsidRPr="005A065C">
        <w:rPr>
          <w:rFonts w:ascii="Times New Roman" w:hAnsi="Times New Roman" w:cs="Times New Roman"/>
          <w:sz w:val="24"/>
          <w:szCs w:val="24"/>
        </w:rPr>
        <w:t xml:space="preserve"> informeerima t</w:t>
      </w:r>
      <w:r w:rsidR="00705773" w:rsidRPr="005A065C">
        <w:rPr>
          <w:rFonts w:ascii="Times New Roman" w:hAnsi="Times New Roman" w:cs="Times New Roman"/>
          <w:sz w:val="24"/>
          <w:szCs w:val="24"/>
        </w:rPr>
        <w:t>ellijat tööde või lisatööde hili</w:t>
      </w:r>
      <w:r w:rsidR="00705773" w:rsidRPr="005A065C">
        <w:rPr>
          <w:rFonts w:ascii="Times New Roman" w:hAnsi="Times New Roman" w:cs="Times New Roman"/>
          <w:sz w:val="24"/>
          <w:szCs w:val="24"/>
        </w:rPr>
        <w:softHyphen/>
        <w:t>ne</w:t>
      </w:r>
      <w:r w:rsidR="00705773" w:rsidRPr="005A065C">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3B43D962"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764628">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2585A5C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11-01T00:00:00Z">
            <w:dateFormat w:val="d.MM.yyyy"/>
            <w:lid w:val="et-EE"/>
            <w:storeMappedDataAs w:val="dateTime"/>
            <w:calendar w:val="gregorian"/>
          </w:date>
        </w:sdtPr>
        <w:sdtContent>
          <w:r w:rsidR="00D10D56">
            <w:rPr>
              <w:rFonts w:ascii="Times New Roman" w:eastAsia="Calibri" w:hAnsi="Times New Roman" w:cs="Times New Roman"/>
              <w:sz w:val="24"/>
              <w:szCs w:val="24"/>
            </w:rPr>
            <w:t>1.11.2023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1045B7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2-01T00:00:00Z">
            <w:dateFormat w:val="d.MM.yyyy"/>
            <w:lid w:val="et-EE"/>
            <w:storeMappedDataAs w:val="dateTime"/>
            <w:calendar w:val="gregorian"/>
          </w:date>
        </w:sdtPr>
        <w:sdtContent>
          <w:r w:rsidR="00D10D56">
            <w:rPr>
              <w:rFonts w:ascii="Times New Roman" w:eastAsia="Calibri" w:hAnsi="Times New Roman" w:cs="Times New Roman"/>
              <w:sz w:val="24"/>
              <w:szCs w:val="24"/>
            </w:rPr>
            <w:t>1.12.2023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8CC4E2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3" w:name="_Hlk120112615"/>
      <w:r w:rsidR="00FF26B0">
        <w:rPr>
          <w:rFonts w:ascii="Times New Roman" w:hAnsi="Times New Roman" w:cs="Times New Roman"/>
          <w:sz w:val="24"/>
          <w:szCs w:val="24"/>
        </w:rPr>
        <w:t xml:space="preserve"> </w:t>
      </w:r>
      <w:bookmarkEnd w:id="3"/>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00559EB" w:rsidR="00DA633F" w:rsidRPr="0029596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w:t>
      </w:r>
      <w:r w:rsidRPr="00295969">
        <w:rPr>
          <w:rFonts w:ascii="Times New Roman" w:hAnsi="Times New Roman" w:cs="Times New Roman"/>
          <w:sz w:val="24"/>
          <w:szCs w:val="24"/>
        </w:rPr>
        <w:t xml:space="preserve">kogumaksumusega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eurot, esitatud ühikuhindadele, esitatud tööde tellimustele ja vastuvõetud töömahtudele.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akteeritud töödest.</w:t>
      </w:r>
    </w:p>
    <w:p w14:paraId="1AF3E33B" w14:textId="50B2C19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241C0B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6C6A8B" w:rsidRPr="00D30DB0">
        <w:rPr>
          <w:rFonts w:ascii="Times New Roman" w:eastAsia="Times New Roman" w:hAnsi="Times New Roman" w:cs="Times New Roman"/>
          <w:sz w:val="24"/>
          <w:szCs w:val="24"/>
        </w:rPr>
        <w:t xml:space="preserve">Enn Raav tel: 56479639; e-post: </w:t>
      </w:r>
      <w:hyperlink r:id="rId11" w:history="1">
        <w:r w:rsidR="006C6A8B" w:rsidRPr="00D30DB0">
          <w:rPr>
            <w:rStyle w:val="Hperlink"/>
            <w:rFonts w:ascii="Times New Roman" w:eastAsia="Times New Roman" w:hAnsi="Times New Roman" w:cs="Times New Roman"/>
            <w:sz w:val="24"/>
            <w:szCs w:val="24"/>
          </w:rPr>
          <w:t>enn.raav@rmk.ee</w:t>
        </w:r>
      </w:hyperlink>
      <w:r w:rsidR="006C6A8B">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2E869C50" w:rsidR="00705773" w:rsidRDefault="002C0877" w:rsidP="00177B2A">
            <w:pPr>
              <w:jc w:val="both"/>
              <w:rPr>
                <w:sz w:val="24"/>
                <w:szCs w:val="24"/>
              </w:rPr>
            </w:pPr>
            <w:r>
              <w:rPr>
                <w:sz w:val="24"/>
                <w:szCs w:val="24"/>
              </w:rPr>
              <w:t xml:space="preserve">Mõisa /3,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gridSpan w:val="2"/>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000000"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Content>
                <w:r w:rsidR="006C6D5F">
                  <w:rPr>
                    <w:sz w:val="24"/>
                    <w:szCs w:val="24"/>
                  </w:rPr>
                  <w:t>(allkirjastatud digitaalselt)</w:t>
                </w:r>
              </w:sdtContent>
            </w:sdt>
          </w:p>
        </w:tc>
        <w:tc>
          <w:tcPr>
            <w:tcW w:w="4606" w:type="dxa"/>
          </w:tcPr>
          <w:p w14:paraId="68F47CEF" w14:textId="77777777" w:rsidR="006C6D5F" w:rsidRPr="002C6717" w:rsidRDefault="00000000"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000000"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764628">
      <w:type w:val="continuous"/>
      <w:pgSz w:w="11906" w:h="16838"/>
      <w:pgMar w:top="851" w:right="849" w:bottom="1843"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B786D" w14:textId="77777777" w:rsidR="00063B04" w:rsidRDefault="00063B04" w:rsidP="00705773">
      <w:pPr>
        <w:spacing w:after="0" w:line="240" w:lineRule="auto"/>
      </w:pPr>
      <w:r>
        <w:separator/>
      </w:r>
    </w:p>
  </w:endnote>
  <w:endnote w:type="continuationSeparator" w:id="0">
    <w:p w14:paraId="5AD82AD9" w14:textId="77777777" w:rsidR="00063B04" w:rsidRDefault="00063B04"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65D72" w14:textId="77777777" w:rsidR="00063B04" w:rsidRDefault="00063B04" w:rsidP="00705773">
      <w:pPr>
        <w:spacing w:after="0" w:line="240" w:lineRule="auto"/>
      </w:pPr>
      <w:r>
        <w:separator/>
      </w:r>
    </w:p>
  </w:footnote>
  <w:footnote w:type="continuationSeparator" w:id="0">
    <w:p w14:paraId="5AAC3FEA" w14:textId="77777777" w:rsidR="00063B04" w:rsidRDefault="00063B04"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86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6B35EFC"/>
    <w:multiLevelType w:val="hybridMultilevel"/>
    <w:tmpl w:val="CDE68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10"/>
  </w:num>
  <w:num w:numId="7" w16cid:durableId="1027415269">
    <w:abstractNumId w:val="9"/>
  </w:num>
  <w:num w:numId="8" w16cid:durableId="51853159">
    <w:abstractNumId w:val="8"/>
  </w:num>
  <w:num w:numId="9" w16cid:durableId="612715840">
    <w:abstractNumId w:val="5"/>
  </w:num>
  <w:num w:numId="10" w16cid:durableId="706369784">
    <w:abstractNumId w:val="11"/>
  </w:num>
  <w:num w:numId="11" w16cid:durableId="1092698074">
    <w:abstractNumId w:val="6"/>
  </w:num>
  <w:num w:numId="12" w16cid:durableId="1558320319">
    <w:abstractNumId w:val="12"/>
  </w:num>
  <w:num w:numId="13" w16cid:durableId="3521529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1550"/>
    <w:rsid w:val="00003744"/>
    <w:rsid w:val="00005913"/>
    <w:rsid w:val="0000651D"/>
    <w:rsid w:val="00006836"/>
    <w:rsid w:val="00006B0D"/>
    <w:rsid w:val="000156B6"/>
    <w:rsid w:val="00033FC5"/>
    <w:rsid w:val="00036EAF"/>
    <w:rsid w:val="0004420C"/>
    <w:rsid w:val="00047FEF"/>
    <w:rsid w:val="0005144C"/>
    <w:rsid w:val="00052C71"/>
    <w:rsid w:val="00060C70"/>
    <w:rsid w:val="00063B04"/>
    <w:rsid w:val="00064DF5"/>
    <w:rsid w:val="00065CBE"/>
    <w:rsid w:val="000663B2"/>
    <w:rsid w:val="00075726"/>
    <w:rsid w:val="00076CCA"/>
    <w:rsid w:val="00096AC2"/>
    <w:rsid w:val="000A42B5"/>
    <w:rsid w:val="000A4D66"/>
    <w:rsid w:val="000A6F56"/>
    <w:rsid w:val="000B19CE"/>
    <w:rsid w:val="000B7084"/>
    <w:rsid w:val="000C23AF"/>
    <w:rsid w:val="000C3743"/>
    <w:rsid w:val="000C4124"/>
    <w:rsid w:val="000C61E1"/>
    <w:rsid w:val="000D545C"/>
    <w:rsid w:val="000D6420"/>
    <w:rsid w:val="000D6BF8"/>
    <w:rsid w:val="000D7504"/>
    <w:rsid w:val="000E1DDF"/>
    <w:rsid w:val="000E5586"/>
    <w:rsid w:val="000F0C1E"/>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94FB5"/>
    <w:rsid w:val="001A3016"/>
    <w:rsid w:val="001A347F"/>
    <w:rsid w:val="001B2707"/>
    <w:rsid w:val="001C46CC"/>
    <w:rsid w:val="001C5D5E"/>
    <w:rsid w:val="001D7635"/>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969"/>
    <w:rsid w:val="00295C04"/>
    <w:rsid w:val="002A0F58"/>
    <w:rsid w:val="002A3077"/>
    <w:rsid w:val="002A510C"/>
    <w:rsid w:val="002A65DC"/>
    <w:rsid w:val="002B106D"/>
    <w:rsid w:val="002B2823"/>
    <w:rsid w:val="002C0877"/>
    <w:rsid w:val="002C1BD7"/>
    <w:rsid w:val="002C6717"/>
    <w:rsid w:val="002D00AD"/>
    <w:rsid w:val="002D1BF4"/>
    <w:rsid w:val="002D615A"/>
    <w:rsid w:val="002D7491"/>
    <w:rsid w:val="002E1AC2"/>
    <w:rsid w:val="002E1BD2"/>
    <w:rsid w:val="002E3E18"/>
    <w:rsid w:val="002E46EF"/>
    <w:rsid w:val="00300A22"/>
    <w:rsid w:val="00320DDC"/>
    <w:rsid w:val="003403F1"/>
    <w:rsid w:val="0034143B"/>
    <w:rsid w:val="00342A7D"/>
    <w:rsid w:val="00345154"/>
    <w:rsid w:val="00346054"/>
    <w:rsid w:val="00350200"/>
    <w:rsid w:val="00352C29"/>
    <w:rsid w:val="0035454A"/>
    <w:rsid w:val="00362D78"/>
    <w:rsid w:val="003655AF"/>
    <w:rsid w:val="003762BF"/>
    <w:rsid w:val="00385D15"/>
    <w:rsid w:val="003901F8"/>
    <w:rsid w:val="003924E6"/>
    <w:rsid w:val="00396000"/>
    <w:rsid w:val="003A0C19"/>
    <w:rsid w:val="003A5040"/>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5B14"/>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35D9"/>
    <w:rsid w:val="0056467F"/>
    <w:rsid w:val="00566437"/>
    <w:rsid w:val="00572449"/>
    <w:rsid w:val="00572C92"/>
    <w:rsid w:val="00582353"/>
    <w:rsid w:val="00591DCC"/>
    <w:rsid w:val="00593801"/>
    <w:rsid w:val="005963D2"/>
    <w:rsid w:val="005A05B8"/>
    <w:rsid w:val="005A065C"/>
    <w:rsid w:val="005B10F3"/>
    <w:rsid w:val="005E0883"/>
    <w:rsid w:val="005E4244"/>
    <w:rsid w:val="005F2DDB"/>
    <w:rsid w:val="005F688A"/>
    <w:rsid w:val="005F7669"/>
    <w:rsid w:val="0060674E"/>
    <w:rsid w:val="00611608"/>
    <w:rsid w:val="00617BA4"/>
    <w:rsid w:val="0062491B"/>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A8B"/>
    <w:rsid w:val="006C6D5F"/>
    <w:rsid w:val="006C7751"/>
    <w:rsid w:val="006D5CAA"/>
    <w:rsid w:val="006D6DDD"/>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102"/>
    <w:rsid w:val="00726839"/>
    <w:rsid w:val="00727584"/>
    <w:rsid w:val="00735A3A"/>
    <w:rsid w:val="00737307"/>
    <w:rsid w:val="0074370A"/>
    <w:rsid w:val="007451F1"/>
    <w:rsid w:val="00753EFD"/>
    <w:rsid w:val="00761D7C"/>
    <w:rsid w:val="00764628"/>
    <w:rsid w:val="00765A0F"/>
    <w:rsid w:val="00773EA3"/>
    <w:rsid w:val="00787167"/>
    <w:rsid w:val="00795EAC"/>
    <w:rsid w:val="00797D8F"/>
    <w:rsid w:val="007A427E"/>
    <w:rsid w:val="007B018A"/>
    <w:rsid w:val="007B3401"/>
    <w:rsid w:val="007C0B9C"/>
    <w:rsid w:val="007C65D9"/>
    <w:rsid w:val="007D478A"/>
    <w:rsid w:val="007D545A"/>
    <w:rsid w:val="007F3944"/>
    <w:rsid w:val="00804615"/>
    <w:rsid w:val="00804F79"/>
    <w:rsid w:val="00805107"/>
    <w:rsid w:val="00807879"/>
    <w:rsid w:val="00813406"/>
    <w:rsid w:val="0081395D"/>
    <w:rsid w:val="00815B0C"/>
    <w:rsid w:val="00830276"/>
    <w:rsid w:val="00834585"/>
    <w:rsid w:val="00841D8B"/>
    <w:rsid w:val="00845209"/>
    <w:rsid w:val="008454CD"/>
    <w:rsid w:val="0086346A"/>
    <w:rsid w:val="008723AA"/>
    <w:rsid w:val="00872C61"/>
    <w:rsid w:val="008774D5"/>
    <w:rsid w:val="008929D8"/>
    <w:rsid w:val="008A2313"/>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75D53"/>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642F"/>
    <w:rsid w:val="00A23909"/>
    <w:rsid w:val="00A274A5"/>
    <w:rsid w:val="00A32095"/>
    <w:rsid w:val="00A32F4F"/>
    <w:rsid w:val="00A338CC"/>
    <w:rsid w:val="00A41C1D"/>
    <w:rsid w:val="00A43226"/>
    <w:rsid w:val="00A534D8"/>
    <w:rsid w:val="00A65C86"/>
    <w:rsid w:val="00A7004A"/>
    <w:rsid w:val="00A74649"/>
    <w:rsid w:val="00A769A3"/>
    <w:rsid w:val="00A76BD6"/>
    <w:rsid w:val="00A777AE"/>
    <w:rsid w:val="00A903B3"/>
    <w:rsid w:val="00A90492"/>
    <w:rsid w:val="00A92081"/>
    <w:rsid w:val="00AA0CBB"/>
    <w:rsid w:val="00AA3A98"/>
    <w:rsid w:val="00AA3C72"/>
    <w:rsid w:val="00AA626E"/>
    <w:rsid w:val="00AA7D22"/>
    <w:rsid w:val="00AB192C"/>
    <w:rsid w:val="00AB2987"/>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5157"/>
    <w:rsid w:val="00BE7126"/>
    <w:rsid w:val="00BF29BC"/>
    <w:rsid w:val="00BF407C"/>
    <w:rsid w:val="00C163EF"/>
    <w:rsid w:val="00C177E3"/>
    <w:rsid w:val="00C30206"/>
    <w:rsid w:val="00C30DA7"/>
    <w:rsid w:val="00C34166"/>
    <w:rsid w:val="00C43B1E"/>
    <w:rsid w:val="00C46BBC"/>
    <w:rsid w:val="00C50193"/>
    <w:rsid w:val="00C5102E"/>
    <w:rsid w:val="00C55CE9"/>
    <w:rsid w:val="00C57E63"/>
    <w:rsid w:val="00C70362"/>
    <w:rsid w:val="00C74515"/>
    <w:rsid w:val="00C869BE"/>
    <w:rsid w:val="00C91E96"/>
    <w:rsid w:val="00C95CB2"/>
    <w:rsid w:val="00CA29BD"/>
    <w:rsid w:val="00CA3267"/>
    <w:rsid w:val="00CC3CC1"/>
    <w:rsid w:val="00CC6626"/>
    <w:rsid w:val="00CD01B9"/>
    <w:rsid w:val="00CD2873"/>
    <w:rsid w:val="00CD712D"/>
    <w:rsid w:val="00CE364A"/>
    <w:rsid w:val="00CE7F25"/>
    <w:rsid w:val="00CF42C1"/>
    <w:rsid w:val="00CF7CF3"/>
    <w:rsid w:val="00D0300B"/>
    <w:rsid w:val="00D07FE1"/>
    <w:rsid w:val="00D10D56"/>
    <w:rsid w:val="00D16795"/>
    <w:rsid w:val="00D21711"/>
    <w:rsid w:val="00D25BC0"/>
    <w:rsid w:val="00D33A25"/>
    <w:rsid w:val="00D3527A"/>
    <w:rsid w:val="00D44D3C"/>
    <w:rsid w:val="00D4639A"/>
    <w:rsid w:val="00D47D23"/>
    <w:rsid w:val="00D50151"/>
    <w:rsid w:val="00D55A49"/>
    <w:rsid w:val="00D57B01"/>
    <w:rsid w:val="00D62819"/>
    <w:rsid w:val="00D63883"/>
    <w:rsid w:val="00D63DBC"/>
    <w:rsid w:val="00D85443"/>
    <w:rsid w:val="00D908F8"/>
    <w:rsid w:val="00D921F8"/>
    <w:rsid w:val="00DA4177"/>
    <w:rsid w:val="00DA51CC"/>
    <w:rsid w:val="00DA633F"/>
    <w:rsid w:val="00DA71FA"/>
    <w:rsid w:val="00DB2FEE"/>
    <w:rsid w:val="00DB6AC3"/>
    <w:rsid w:val="00DC47AE"/>
    <w:rsid w:val="00DD3DC4"/>
    <w:rsid w:val="00DD3FF4"/>
    <w:rsid w:val="00DD594C"/>
    <w:rsid w:val="00DD6134"/>
    <w:rsid w:val="00DD78EF"/>
    <w:rsid w:val="00DE706F"/>
    <w:rsid w:val="00DF7B90"/>
    <w:rsid w:val="00E031BB"/>
    <w:rsid w:val="00E05FE9"/>
    <w:rsid w:val="00E10FCA"/>
    <w:rsid w:val="00E172A6"/>
    <w:rsid w:val="00E31834"/>
    <w:rsid w:val="00E31BC5"/>
    <w:rsid w:val="00E50701"/>
    <w:rsid w:val="00E54F51"/>
    <w:rsid w:val="00E67DE8"/>
    <w:rsid w:val="00E72055"/>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A7EB9"/>
    <w:rsid w:val="00FB4B14"/>
    <w:rsid w:val="00FB511D"/>
    <w:rsid w:val="00FB604C"/>
    <w:rsid w:val="00FC1424"/>
    <w:rsid w:val="00FC3933"/>
    <w:rsid w:val="00FC4E24"/>
    <w:rsid w:val="00FC5031"/>
    <w:rsid w:val="00FC5D46"/>
    <w:rsid w:val="00FD4634"/>
    <w:rsid w:val="00FD5881"/>
    <w:rsid w:val="00FE2065"/>
    <w:rsid w:val="00FE2E86"/>
    <w:rsid w:val="00FE5455"/>
    <w:rsid w:val="00FF0751"/>
    <w:rsid w:val="00FF26B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A4727"/>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141F5"/>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0771E"/>
    <w:rsid w:val="00F30BB5"/>
    <w:rsid w:val="00F8065B"/>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239</TotalTime>
  <Pages>11</Pages>
  <Words>4557</Words>
  <Characters>25977</Characters>
  <Application>Microsoft Office Word</Application>
  <DocSecurity>0</DocSecurity>
  <Lines>216</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130</cp:revision>
  <dcterms:created xsi:type="dcterms:W3CDTF">2022-09-01T10:45:00Z</dcterms:created>
  <dcterms:modified xsi:type="dcterms:W3CDTF">2023-08-09T08:02:00Z</dcterms:modified>
</cp:coreProperties>
</file>